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03F5D3" w14:textId="77777777" w:rsidR="00C715B9" w:rsidRPr="002C550E" w:rsidRDefault="00C715B9" w:rsidP="00C715B9">
      <w:pPr>
        <w:pStyle w:val="Nzev"/>
        <w:spacing w:after="240"/>
        <w:rPr>
          <w:rFonts w:ascii="Verdana" w:hAnsi="Verdana"/>
          <w:b/>
          <w:sz w:val="6"/>
          <w:szCs w:val="6"/>
        </w:rPr>
      </w:pPr>
    </w:p>
    <w:p w14:paraId="3C4501CB" w14:textId="28BC332C" w:rsidR="00C715B9" w:rsidRPr="009618D3" w:rsidRDefault="00C715B9" w:rsidP="002C550E">
      <w:pPr>
        <w:pStyle w:val="Nzev"/>
        <w:spacing w:after="12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F882E5C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 xml:space="preserve">v souvislosti s ustanovením 3 odst. 1 zákona č. 340/2015 Sb., o zvláštních podmínkách účinnosti některých smluv, uveřejňování těchto smluv a o registru smluv (zákon </w:t>
      </w:r>
      <w:r w:rsidR="00543542">
        <w:rPr>
          <w:rStyle w:val="Siln"/>
        </w:rPr>
        <w:br/>
      </w:r>
      <w:r w:rsidRPr="00986260">
        <w:rPr>
          <w:rStyle w:val="Siln"/>
        </w:rPr>
        <w:t>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4A5860C9" w:rsidR="00C715B9" w:rsidRPr="002C550E" w:rsidRDefault="008145D7" w:rsidP="002C550E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48FAA57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422B25">
        <w:rPr>
          <w:rFonts w:ascii="Verdana" w:hAnsi="Verdana"/>
          <w:b/>
        </w:rPr>
        <w:t xml:space="preserve">Údržba, opravy a odstraňování závad u ST OŘ PHA 2024 - 2026 - ST </w:t>
      </w:r>
      <w:proofErr w:type="spellStart"/>
      <w:r w:rsidR="00422B25">
        <w:rPr>
          <w:rFonts w:ascii="Verdana" w:hAnsi="Verdana"/>
          <w:b/>
        </w:rPr>
        <w:t>Pv</w:t>
      </w:r>
      <w:proofErr w:type="spellEnd"/>
      <w:r w:rsidR="00422B25">
        <w:rPr>
          <w:rFonts w:ascii="Verdana" w:hAnsi="Verdana"/>
          <w:b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Pr="00422B25">
        <w:rPr>
          <w:rFonts w:eastAsia="Times New Roman" w:cs="Times New Roman"/>
          <w:lang w:eastAsia="cs-CZ"/>
        </w:rPr>
        <w:t>č.j.</w:t>
      </w:r>
      <w:proofErr w:type="gramEnd"/>
      <w:r w:rsidRPr="00422B25">
        <w:rPr>
          <w:rFonts w:eastAsia="Times New Roman" w:cs="Times New Roman"/>
          <w:lang w:eastAsia="cs-CZ"/>
        </w:rPr>
        <w:t xml:space="preserve"> </w:t>
      </w:r>
      <w:r w:rsidR="00422B25" w:rsidRPr="00422B25">
        <w:rPr>
          <w:rFonts w:eastAsia="Times New Roman" w:cs="Times New Roman"/>
          <w:lang w:eastAsia="cs-CZ"/>
        </w:rPr>
        <w:t>18234/2024-SŽ-OŘ PHA-OVZ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254"/>
        <w:gridCol w:w="5432"/>
      </w:tblGrid>
      <w:tr w:rsidR="00AC2CF0" w:rsidRPr="005F0577" w14:paraId="37C60D84" w14:textId="77777777" w:rsidTr="002C550E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127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2C550E">
        <w:trPr>
          <w:cantSplit/>
        </w:trPr>
        <w:tc>
          <w:tcPr>
            <w:tcW w:w="187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127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2C550E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12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2C550E">
        <w:trPr>
          <w:cantSplit/>
        </w:trPr>
        <w:tc>
          <w:tcPr>
            <w:tcW w:w="18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127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2C550E">
      <w:pPr>
        <w:spacing w:after="240"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6AA77F" w14:textId="77777777" w:rsidR="002C550E" w:rsidRDefault="002C550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6D802A83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55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550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39BC82A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C55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C550E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  <w:bookmarkStart w:id="1" w:name="_GoBack"/>
          <w:bookmarkEnd w:id="1"/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EA9D09" w14:textId="77777777" w:rsidR="002C550E" w:rsidRDefault="002C55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0311BB" w14:textId="230949EE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0F4BFF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C550E"/>
    <w:rsid w:val="002D08B1"/>
    <w:rsid w:val="002E0CD7"/>
    <w:rsid w:val="003401F1"/>
    <w:rsid w:val="00341DCF"/>
    <w:rsid w:val="00357BC6"/>
    <w:rsid w:val="003956C6"/>
    <w:rsid w:val="003B7E4D"/>
    <w:rsid w:val="003F6A0D"/>
    <w:rsid w:val="00422B25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43542"/>
    <w:rsid w:val="00553375"/>
    <w:rsid w:val="00557C28"/>
    <w:rsid w:val="005736B7"/>
    <w:rsid w:val="00575E5A"/>
    <w:rsid w:val="005C7054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86163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B7BE8BA-6416-4390-8D1E-E8DB8B077F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92</TotalTime>
  <Pages>1</Pages>
  <Words>471</Words>
  <Characters>2784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Schmittová Pavlína</cp:lastModifiedBy>
  <cp:revision>14</cp:revision>
  <cp:lastPrinted>2017-11-28T17:18:00Z</cp:lastPrinted>
  <dcterms:created xsi:type="dcterms:W3CDTF">2023-11-16T10:29:00Z</dcterms:created>
  <dcterms:modified xsi:type="dcterms:W3CDTF">2024-05-07T06:09:00Z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